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34FF" w14:textId="5B8B454B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5AB80C27" w14:textId="77777777" w:rsidR="00441023" w:rsidRPr="00330C91" w:rsidRDefault="00441023" w:rsidP="0044102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Belander Grupp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61B71520" w14:textId="77777777" w:rsidR="00441023" w:rsidRPr="00330C91" w:rsidRDefault="00441023" w:rsidP="0044102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7B2481D" w14:textId="4DB9AF7D" w:rsidR="00441023" w:rsidRPr="00330C91" w:rsidRDefault="00441023" w:rsidP="00441023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nr</w:t>
      </w:r>
      <w:r w:rsidR="00B80F7D">
        <w:rPr>
          <w:spacing w:val="0"/>
          <w:position w:val="0"/>
          <w:sz w:val="20"/>
        </w:rPr>
        <w:t xml:space="preserve"> 3-3.6.1/202</w:t>
      </w:r>
      <w:r w:rsidR="00063F19">
        <w:rPr>
          <w:spacing w:val="0"/>
          <w:position w:val="0"/>
          <w:sz w:val="20"/>
        </w:rPr>
        <w:t>5</w:t>
      </w:r>
      <w:r w:rsidR="00357705">
        <w:rPr>
          <w:spacing w:val="0"/>
          <w:position w:val="0"/>
          <w:sz w:val="20"/>
        </w:rPr>
        <w:t>/</w:t>
      </w:r>
      <w:r w:rsidR="00063F19">
        <w:rPr>
          <w:spacing w:val="0"/>
          <w:position w:val="0"/>
          <w:sz w:val="20"/>
        </w:rPr>
        <w:t>81</w:t>
      </w:r>
      <w:r w:rsidRPr="00330C91">
        <w:rPr>
          <w:spacing w:val="0"/>
          <w:position w:val="0"/>
          <w:sz w:val="20"/>
        </w:rPr>
        <w:t xml:space="preserve"> juurde</w:t>
      </w:r>
    </w:p>
    <w:p w14:paraId="1D85520F" w14:textId="77777777" w:rsidR="005253F3" w:rsidRPr="00330C91" w:rsidRDefault="005253F3" w:rsidP="00A111CB">
      <w:pPr>
        <w:jc w:val="center"/>
      </w:pPr>
    </w:p>
    <w:p w14:paraId="1EA9D4E8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74597862" w14:textId="77777777" w:rsidR="005253F3" w:rsidRPr="00330C91" w:rsidRDefault="005253F3" w:rsidP="00D2770C">
      <w:pPr>
        <w:jc w:val="center"/>
        <w:rPr>
          <w:sz w:val="18"/>
        </w:rPr>
      </w:pPr>
    </w:p>
    <w:p w14:paraId="276C38F8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7DD25530" w14:textId="77777777" w:rsidR="005253F3" w:rsidRPr="00330C91" w:rsidRDefault="005253F3" w:rsidP="005655A4">
      <w:pPr>
        <w:rPr>
          <w:sz w:val="18"/>
          <w:szCs w:val="18"/>
        </w:rPr>
      </w:pPr>
    </w:p>
    <w:p w14:paraId="091AFD24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6B6DF45D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74448D04" w14:textId="559BC58C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357705">
        <w:rPr>
          <w:sz w:val="20"/>
        </w:rPr>
        <w:t xml:space="preserve">RMK </w:t>
      </w:r>
      <w:r w:rsidR="00FD42FF">
        <w:rPr>
          <w:sz w:val="20"/>
        </w:rPr>
        <w:t>26</w:t>
      </w:r>
      <w:r w:rsidR="00357705">
        <w:rPr>
          <w:sz w:val="20"/>
        </w:rPr>
        <w:t>.0</w:t>
      </w:r>
      <w:r w:rsidR="00FD42FF">
        <w:rPr>
          <w:sz w:val="20"/>
        </w:rPr>
        <w:t>2</w:t>
      </w:r>
      <w:r w:rsidR="00B80F7D">
        <w:rPr>
          <w:sz w:val="20"/>
        </w:rPr>
        <w:t>.202</w:t>
      </w:r>
      <w:r w:rsidR="00FD42FF">
        <w:rPr>
          <w:sz w:val="20"/>
        </w:rPr>
        <w:t>5</w:t>
      </w:r>
      <w:r w:rsidRPr="00330C91">
        <w:rPr>
          <w:sz w:val="20"/>
        </w:rPr>
        <w:t xml:space="preserve"> a avaliku kirjaliku enampakkumise edukaks tunnistamise protokolli nr 3-3.4/</w:t>
      </w:r>
      <w:r w:rsidR="00FD42FF">
        <w:rPr>
          <w:sz w:val="20"/>
        </w:rPr>
        <w:t>2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0B1547">
        <w:rPr>
          <w:bCs/>
          <w:sz w:val="20"/>
        </w:rPr>
        <w:t>m</w:t>
      </w:r>
      <w:r w:rsidR="00FD42FF">
        <w:rPr>
          <w:bCs/>
          <w:sz w:val="20"/>
        </w:rPr>
        <w:t>ärts</w:t>
      </w:r>
      <w:r w:rsidR="00B80F7D">
        <w:rPr>
          <w:bCs/>
          <w:sz w:val="20"/>
        </w:rPr>
        <w:t>.202</w:t>
      </w:r>
      <w:r w:rsidR="00FD42FF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7A5755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0B1547">
        <w:rPr>
          <w:bCs/>
          <w:sz w:val="20"/>
        </w:rPr>
        <w:t>juuni</w:t>
      </w:r>
      <w:r w:rsidR="00357705">
        <w:rPr>
          <w:bCs/>
          <w:sz w:val="20"/>
        </w:rPr>
        <w:t>.202</w:t>
      </w:r>
      <w:r w:rsidR="00FD42FF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1"/>
        <w:gridCol w:w="1181"/>
        <w:gridCol w:w="1554"/>
        <w:gridCol w:w="1098"/>
        <w:gridCol w:w="1098"/>
        <w:gridCol w:w="1098"/>
        <w:gridCol w:w="1098"/>
        <w:gridCol w:w="1023"/>
      </w:tblGrid>
      <w:tr w:rsidR="00FD42FF" w:rsidRPr="00330C91" w14:paraId="1E179AC6" w14:textId="77777777" w:rsidTr="00FD42FF">
        <w:trPr>
          <w:trHeight w:val="255"/>
        </w:trPr>
        <w:tc>
          <w:tcPr>
            <w:tcW w:w="888" w:type="pct"/>
            <w:noWrap/>
            <w:vAlign w:val="bottom"/>
          </w:tcPr>
          <w:p w14:paraId="04E2CEC3" w14:textId="77777777" w:rsidR="00FD42FF" w:rsidRPr="00330C91" w:rsidRDefault="00FD42FF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596" w:type="pct"/>
            <w:noWrap/>
            <w:vAlign w:val="bottom"/>
          </w:tcPr>
          <w:p w14:paraId="0C22CF82" w14:textId="77777777" w:rsidR="00FD42FF" w:rsidRPr="00330C91" w:rsidRDefault="00FD42FF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784" w:type="pct"/>
            <w:vAlign w:val="bottom"/>
          </w:tcPr>
          <w:p w14:paraId="2E7F5856" w14:textId="77777777" w:rsidR="00FD42FF" w:rsidRPr="00330C91" w:rsidRDefault="00FD42FF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554" w:type="pct"/>
          </w:tcPr>
          <w:p w14:paraId="73A64DC0" w14:textId="1C47C6B8" w:rsidR="00FD42FF" w:rsidRDefault="00FD42FF" w:rsidP="0073036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554" w:type="pct"/>
          </w:tcPr>
          <w:p w14:paraId="7CCE20DE" w14:textId="683459D2" w:rsidR="00FD42FF" w:rsidRDefault="00FD42FF" w:rsidP="0073036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</w:t>
            </w:r>
          </w:p>
        </w:tc>
        <w:tc>
          <w:tcPr>
            <w:tcW w:w="554" w:type="pct"/>
          </w:tcPr>
          <w:p w14:paraId="6ECFED13" w14:textId="095B2610" w:rsidR="00FD42FF" w:rsidRDefault="00FD42FF" w:rsidP="0073036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</w:t>
            </w:r>
          </w:p>
        </w:tc>
        <w:tc>
          <w:tcPr>
            <w:tcW w:w="554" w:type="pct"/>
          </w:tcPr>
          <w:p w14:paraId="666CB83A" w14:textId="5E9D1518" w:rsidR="00FD42FF" w:rsidRDefault="00FD42FF" w:rsidP="0073036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Juuni</w:t>
            </w:r>
          </w:p>
        </w:tc>
        <w:tc>
          <w:tcPr>
            <w:tcW w:w="516" w:type="pct"/>
            <w:noWrap/>
            <w:vAlign w:val="bottom"/>
          </w:tcPr>
          <w:p w14:paraId="73E472DE" w14:textId="77777777" w:rsidR="00FD42FF" w:rsidRPr="00330C91" w:rsidRDefault="00FD42FF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FD42FF" w:rsidRPr="00330C91" w14:paraId="5823550C" w14:textId="77777777" w:rsidTr="00FD42FF">
        <w:trPr>
          <w:trHeight w:val="255"/>
        </w:trPr>
        <w:tc>
          <w:tcPr>
            <w:tcW w:w="888" w:type="pct"/>
            <w:noWrap/>
            <w:vAlign w:val="bottom"/>
          </w:tcPr>
          <w:p w14:paraId="0A99559B" w14:textId="1D51173C" w:rsidR="00FD42FF" w:rsidRPr="00330C91" w:rsidRDefault="00FD42FF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596" w:type="pct"/>
            <w:noWrap/>
            <w:vAlign w:val="bottom"/>
          </w:tcPr>
          <w:p w14:paraId="3775CD36" w14:textId="77777777" w:rsidR="00FD42FF" w:rsidRPr="00330C91" w:rsidRDefault="00FD42FF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Jõgeva</w:t>
            </w:r>
          </w:p>
        </w:tc>
        <w:tc>
          <w:tcPr>
            <w:tcW w:w="784" w:type="pct"/>
          </w:tcPr>
          <w:p w14:paraId="3D4E6968" w14:textId="77777777" w:rsidR="00FD42FF" w:rsidRPr="00330C91" w:rsidRDefault="00FD42FF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554" w:type="pct"/>
          </w:tcPr>
          <w:p w14:paraId="32CB369D" w14:textId="77777777" w:rsidR="00FD42FF" w:rsidRDefault="00FD42FF" w:rsidP="00994A2C">
            <w:pPr>
              <w:jc w:val="center"/>
              <w:rPr>
                <w:bCs/>
                <w:sz w:val="20"/>
              </w:rPr>
            </w:pPr>
          </w:p>
        </w:tc>
        <w:tc>
          <w:tcPr>
            <w:tcW w:w="554" w:type="pct"/>
          </w:tcPr>
          <w:p w14:paraId="63B97A75" w14:textId="525BF2E4" w:rsidR="00FD42FF" w:rsidRDefault="00FD42FF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28</w:t>
            </w:r>
          </w:p>
        </w:tc>
        <w:tc>
          <w:tcPr>
            <w:tcW w:w="554" w:type="pct"/>
          </w:tcPr>
          <w:p w14:paraId="1CEA2E19" w14:textId="0ACFDF62" w:rsidR="00FD42FF" w:rsidRDefault="00FD42FF" w:rsidP="00994A2C">
            <w:pPr>
              <w:jc w:val="center"/>
              <w:rPr>
                <w:bCs/>
                <w:sz w:val="20"/>
              </w:rPr>
            </w:pPr>
          </w:p>
        </w:tc>
        <w:tc>
          <w:tcPr>
            <w:tcW w:w="554" w:type="pct"/>
          </w:tcPr>
          <w:p w14:paraId="042E9DFE" w14:textId="2C81EF6B" w:rsidR="00FD42FF" w:rsidRDefault="00FD42FF" w:rsidP="00994A2C">
            <w:pPr>
              <w:jc w:val="center"/>
              <w:rPr>
                <w:bCs/>
                <w:sz w:val="20"/>
              </w:rPr>
            </w:pPr>
          </w:p>
        </w:tc>
        <w:tc>
          <w:tcPr>
            <w:tcW w:w="516" w:type="pct"/>
            <w:noWrap/>
            <w:vAlign w:val="bottom"/>
          </w:tcPr>
          <w:p w14:paraId="0B6FB945" w14:textId="42618BFF" w:rsidR="00FD42FF" w:rsidRPr="00330C91" w:rsidRDefault="00FD42FF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</w:t>
            </w:r>
          </w:p>
        </w:tc>
      </w:tr>
      <w:tr w:rsidR="00FD42FF" w:rsidRPr="00330C91" w14:paraId="51852504" w14:textId="77777777" w:rsidTr="00FD42FF">
        <w:trPr>
          <w:trHeight w:val="255"/>
        </w:trPr>
        <w:tc>
          <w:tcPr>
            <w:tcW w:w="888" w:type="pct"/>
            <w:noWrap/>
            <w:vAlign w:val="bottom"/>
          </w:tcPr>
          <w:p w14:paraId="0B66A68A" w14:textId="3EAE0341" w:rsidR="00FD42FF" w:rsidRDefault="00FD42FF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Männipaberipuit</w:t>
            </w:r>
          </w:p>
        </w:tc>
        <w:tc>
          <w:tcPr>
            <w:tcW w:w="596" w:type="pct"/>
            <w:noWrap/>
            <w:vAlign w:val="bottom"/>
          </w:tcPr>
          <w:p w14:paraId="7C0FC5EF" w14:textId="16265D90" w:rsidR="00FD42FF" w:rsidRDefault="00FD42FF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Jõgeva</w:t>
            </w:r>
          </w:p>
        </w:tc>
        <w:tc>
          <w:tcPr>
            <w:tcW w:w="784" w:type="pct"/>
          </w:tcPr>
          <w:p w14:paraId="04295ECF" w14:textId="6EFE2916" w:rsidR="00FD42FF" w:rsidRDefault="00FD42FF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554" w:type="pct"/>
          </w:tcPr>
          <w:p w14:paraId="0FFC89F5" w14:textId="3C7AAE8E" w:rsidR="00FD42FF" w:rsidRDefault="00967428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</w:t>
            </w:r>
          </w:p>
        </w:tc>
        <w:tc>
          <w:tcPr>
            <w:tcW w:w="554" w:type="pct"/>
          </w:tcPr>
          <w:p w14:paraId="3A7EF8D7" w14:textId="53841801" w:rsidR="00FD42FF" w:rsidRDefault="00967428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</w:t>
            </w:r>
          </w:p>
        </w:tc>
        <w:tc>
          <w:tcPr>
            <w:tcW w:w="554" w:type="pct"/>
          </w:tcPr>
          <w:p w14:paraId="4BE71B98" w14:textId="12989E7A" w:rsidR="00FD42FF" w:rsidRDefault="00967428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400</w:t>
            </w:r>
          </w:p>
        </w:tc>
        <w:tc>
          <w:tcPr>
            <w:tcW w:w="554" w:type="pct"/>
          </w:tcPr>
          <w:p w14:paraId="4226DDC7" w14:textId="5EF72F86" w:rsidR="00FD42FF" w:rsidRDefault="00FD42FF" w:rsidP="00994A2C">
            <w:pPr>
              <w:jc w:val="center"/>
              <w:rPr>
                <w:bCs/>
                <w:sz w:val="20"/>
              </w:rPr>
            </w:pPr>
          </w:p>
        </w:tc>
        <w:tc>
          <w:tcPr>
            <w:tcW w:w="516" w:type="pct"/>
            <w:noWrap/>
            <w:vAlign w:val="bottom"/>
          </w:tcPr>
          <w:p w14:paraId="6816E612" w14:textId="3E19525B" w:rsidR="00FD42FF" w:rsidRDefault="00967428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  <w:r w:rsidR="00916207">
              <w:rPr>
                <w:b/>
                <w:bCs/>
                <w:sz w:val="20"/>
              </w:rPr>
              <w:t>0</w:t>
            </w:r>
          </w:p>
        </w:tc>
      </w:tr>
    </w:tbl>
    <w:p w14:paraId="5E82840D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5010C6A1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7A5755">
        <w:rPr>
          <w:b/>
          <w:spacing w:val="0"/>
          <w:position w:val="0"/>
          <w:sz w:val="20"/>
          <w:lang w:eastAsia="et-EE"/>
        </w:rPr>
        <w:t>8-18.00, muul ajal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2EA0FB83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70DD8F14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7EC6DED5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2E5F993A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248605B0" w14:textId="77777777" w:rsidR="005253F3" w:rsidRPr="00330C91" w:rsidRDefault="005253F3" w:rsidP="00EB57EF">
      <w:pPr>
        <w:rPr>
          <w:b/>
          <w:sz w:val="20"/>
        </w:rPr>
      </w:pPr>
    </w:p>
    <w:p w14:paraId="4494EC9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044DA16" w14:textId="77777777" w:rsidR="005253F3" w:rsidRPr="00330C91" w:rsidRDefault="005253F3" w:rsidP="00EB57EF">
      <w:pPr>
        <w:rPr>
          <w:b/>
          <w:sz w:val="20"/>
        </w:rPr>
      </w:pPr>
    </w:p>
    <w:p w14:paraId="0C6F3C30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2264A7C6" w14:textId="77777777" w:rsidR="005253F3" w:rsidRPr="00330C91" w:rsidRDefault="005253F3" w:rsidP="00EB57EF">
      <w:pPr>
        <w:rPr>
          <w:i/>
          <w:sz w:val="20"/>
        </w:rPr>
      </w:pPr>
    </w:p>
    <w:p w14:paraId="0A852276" w14:textId="77777777" w:rsidR="00441023" w:rsidRPr="00441023" w:rsidRDefault="00441023" w:rsidP="00441023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Evald Lepik</w:t>
      </w:r>
    </w:p>
    <w:p w14:paraId="3087BFF1" w14:textId="77777777" w:rsidR="005253F3" w:rsidRPr="00330C91" w:rsidRDefault="005253F3" w:rsidP="00B67410">
      <w:pPr>
        <w:rPr>
          <w:i/>
          <w:sz w:val="20"/>
        </w:rPr>
      </w:pPr>
    </w:p>
    <w:p w14:paraId="62DB476E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115040B9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7346E64F" w14:textId="77777777" w:rsidR="00967428" w:rsidRPr="00330C91" w:rsidRDefault="00967428" w:rsidP="0096742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Belander</w:t>
      </w:r>
      <w:proofErr w:type="spellEnd"/>
      <w:r>
        <w:rPr>
          <w:spacing w:val="0"/>
          <w:position w:val="0"/>
          <w:sz w:val="20"/>
        </w:rPr>
        <w:t xml:space="preserve"> Grupp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01FE6CFF" w14:textId="77777777" w:rsidR="00967428" w:rsidRPr="00330C91" w:rsidRDefault="00967428" w:rsidP="0096742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8A835B3" w14:textId="77777777" w:rsidR="00967428" w:rsidRPr="00330C91" w:rsidRDefault="00967428" w:rsidP="00967428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nr 3-3.6.1/2025/81</w:t>
      </w:r>
      <w:r w:rsidRPr="00330C91">
        <w:rPr>
          <w:spacing w:val="0"/>
          <w:position w:val="0"/>
          <w:sz w:val="20"/>
        </w:rPr>
        <w:t xml:space="preserve"> juurde</w:t>
      </w:r>
    </w:p>
    <w:p w14:paraId="4BFC48CB" w14:textId="0C389F60" w:rsidR="006525BA" w:rsidRPr="00330C91" w:rsidRDefault="006525BA" w:rsidP="006525BA">
      <w:pPr>
        <w:ind w:left="5440" w:firstLine="680"/>
        <w:rPr>
          <w:spacing w:val="0"/>
          <w:position w:val="0"/>
          <w:sz w:val="20"/>
        </w:rPr>
      </w:pPr>
    </w:p>
    <w:p w14:paraId="3FB7F441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0F2234F0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E558E11" w14:textId="77777777" w:rsidR="005253F3" w:rsidRPr="00330C91" w:rsidRDefault="005253F3" w:rsidP="00244AC9">
      <w:pPr>
        <w:rPr>
          <w:sz w:val="20"/>
        </w:rPr>
      </w:pPr>
    </w:p>
    <w:p w14:paraId="2337E277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31F7C33A" w14:textId="77777777" w:rsidR="005253F3" w:rsidRPr="00330C91" w:rsidRDefault="005253F3" w:rsidP="00B30713">
      <w:pPr>
        <w:rPr>
          <w:sz w:val="18"/>
          <w:szCs w:val="18"/>
        </w:rPr>
      </w:pPr>
    </w:p>
    <w:p w14:paraId="0909534D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45CD7289" w14:textId="77777777" w:rsidR="005253F3" w:rsidRPr="00330C91" w:rsidRDefault="005253F3" w:rsidP="005655A4">
      <w:pPr>
        <w:rPr>
          <w:b/>
          <w:sz w:val="18"/>
        </w:rPr>
      </w:pPr>
    </w:p>
    <w:p w14:paraId="75AFC922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73C4159C" w14:textId="77777777" w:rsidR="005253F3" w:rsidRPr="007A5755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7A5755">
        <w:rPr>
          <w:bCs/>
          <w:sz w:val="20"/>
        </w:rPr>
        <w:t>„RMK virnmaterjali standard“</w:t>
      </w:r>
      <w:r w:rsidR="00AD6D3A">
        <w:rPr>
          <w:bCs/>
          <w:sz w:val="20"/>
        </w:rPr>
        <w:t xml:space="preserve"> ja „RMK </w:t>
      </w:r>
      <w:r w:rsidR="00941E99">
        <w:rPr>
          <w:bCs/>
          <w:sz w:val="20"/>
        </w:rPr>
        <w:t>palkide standard“</w:t>
      </w:r>
      <w:r w:rsidRPr="007A5755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447DF00B" w14:textId="77777777" w:rsidR="005253F3" w:rsidRPr="007A5755" w:rsidRDefault="005253F3" w:rsidP="00AD3838">
      <w:pPr>
        <w:rPr>
          <w:bCs/>
          <w:sz w:val="20"/>
        </w:rPr>
      </w:pPr>
      <w:r w:rsidRPr="007A5755">
        <w:rPr>
          <w:b/>
          <w:bCs/>
          <w:sz w:val="20"/>
        </w:rPr>
        <w:t>1.2.</w:t>
      </w:r>
      <w:r w:rsidRPr="007A5755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5253F3" w:rsidRPr="007A5755" w14:paraId="2D32D504" w14:textId="77777777" w:rsidTr="00FA4F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9EE7" w14:textId="77777777" w:rsidR="005253F3" w:rsidRPr="007A5755" w:rsidRDefault="005253F3" w:rsidP="00AD3838">
            <w:pPr>
              <w:rPr>
                <w:b/>
                <w:bCs/>
                <w:sz w:val="20"/>
              </w:rPr>
            </w:pPr>
            <w:r w:rsidRPr="007A5755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D3A4" w14:textId="77777777" w:rsidR="005253F3" w:rsidRPr="007A5755" w:rsidRDefault="005253F3" w:rsidP="00AD3838">
            <w:pPr>
              <w:rPr>
                <w:b/>
                <w:bCs/>
                <w:sz w:val="20"/>
              </w:rPr>
            </w:pPr>
            <w:r w:rsidRPr="007A5755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1E9C" w14:textId="77777777" w:rsidR="005253F3" w:rsidRPr="007A5755" w:rsidRDefault="005253F3" w:rsidP="00AD3838">
            <w:pPr>
              <w:rPr>
                <w:b/>
                <w:bCs/>
                <w:sz w:val="20"/>
              </w:rPr>
            </w:pPr>
            <w:r w:rsidRPr="007A5755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CF4" w14:textId="77777777" w:rsidR="005253F3" w:rsidRPr="007A5755" w:rsidRDefault="005253F3" w:rsidP="00AD3838">
            <w:pPr>
              <w:rPr>
                <w:b/>
                <w:bCs/>
                <w:sz w:val="20"/>
              </w:rPr>
            </w:pPr>
            <w:r w:rsidRPr="007A5755">
              <w:rPr>
                <w:b/>
                <w:bCs/>
                <w:sz w:val="20"/>
              </w:rPr>
              <w:t xml:space="preserve">Kvaliteet </w:t>
            </w:r>
          </w:p>
        </w:tc>
      </w:tr>
      <w:tr w:rsidR="00922484" w:rsidRPr="007A5755" w14:paraId="3EACF839" w14:textId="77777777" w:rsidTr="00FA4F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D545" w14:textId="77777777" w:rsidR="00922484" w:rsidRDefault="00922484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Kuuselatt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713C" w14:textId="77777777" w:rsidR="00922484" w:rsidRDefault="005D1A1E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5-15</w:t>
            </w:r>
            <w:r w:rsidR="00922484">
              <w:rPr>
                <w:bCs/>
                <w:sz w:val="20"/>
              </w:rPr>
              <w:t>/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B57" w14:textId="6CEB276F" w:rsidR="00922484" w:rsidRDefault="00922484" w:rsidP="0092248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25-40</w:t>
            </w:r>
            <w:r w:rsidR="00B655F6">
              <w:rPr>
                <w:bCs/>
                <w:sz w:val="20"/>
              </w:rPr>
              <w:t>(60)</w:t>
            </w:r>
            <w:r w:rsidR="00AD6D3A">
              <w:rPr>
                <w:bCs/>
                <w:sz w:val="20"/>
              </w:rPr>
              <w:t xml:space="preserve"> (+</w:t>
            </w:r>
            <w:proofErr w:type="spellStart"/>
            <w:r w:rsidR="00AD6D3A">
              <w:rPr>
                <w:bCs/>
                <w:sz w:val="20"/>
              </w:rPr>
              <w:t>ülemõõt</w:t>
            </w:r>
            <w:proofErr w:type="spellEnd"/>
            <w:r w:rsidR="00AD6D3A">
              <w:rPr>
                <w:bCs/>
                <w:sz w:val="20"/>
              </w:rPr>
              <w:t xml:space="preserve"> 5cm)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0BB4" w14:textId="77777777" w:rsidR="00922484" w:rsidRDefault="00922484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Tabel nr 2.1</w:t>
            </w:r>
          </w:p>
          <w:p w14:paraId="7F38BCB9" w14:textId="77777777" w:rsidR="001347C8" w:rsidRDefault="001347C8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palkidele</w:t>
            </w:r>
          </w:p>
        </w:tc>
      </w:tr>
      <w:tr w:rsidR="00922484" w:rsidRPr="007A5755" w14:paraId="04CD073A" w14:textId="77777777" w:rsidTr="00FA4F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75A8" w14:textId="77777777" w:rsidR="00922484" w:rsidRDefault="00922484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Männilatt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646F" w14:textId="3F2ACD16" w:rsidR="00922484" w:rsidRDefault="005D1A1E" w:rsidP="001750A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5-</w:t>
            </w:r>
            <w:r w:rsidR="000E2FAC">
              <w:rPr>
                <w:bCs/>
                <w:sz w:val="20"/>
              </w:rPr>
              <w:t>13(</w:t>
            </w:r>
            <w:r>
              <w:rPr>
                <w:bCs/>
                <w:sz w:val="20"/>
              </w:rPr>
              <w:t>1</w:t>
            </w:r>
            <w:r w:rsidR="000E2FAC">
              <w:rPr>
                <w:bCs/>
                <w:sz w:val="20"/>
              </w:rPr>
              <w:t>8)</w:t>
            </w:r>
            <w:r w:rsidR="00922484">
              <w:rPr>
                <w:bCs/>
                <w:sz w:val="20"/>
              </w:rPr>
              <w:t>/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A4DB" w14:textId="7C1DEEE0" w:rsidR="00922484" w:rsidRDefault="00922484" w:rsidP="0092248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25-40</w:t>
            </w:r>
            <w:r w:rsidR="00B655F6">
              <w:rPr>
                <w:bCs/>
                <w:sz w:val="20"/>
              </w:rPr>
              <w:t>(60)</w:t>
            </w:r>
            <w:r w:rsidR="00AD6D3A">
              <w:rPr>
                <w:bCs/>
                <w:sz w:val="20"/>
              </w:rPr>
              <w:t xml:space="preserve"> (+</w:t>
            </w:r>
            <w:proofErr w:type="spellStart"/>
            <w:r w:rsidR="00AD6D3A">
              <w:rPr>
                <w:bCs/>
                <w:sz w:val="20"/>
              </w:rPr>
              <w:t>ülemõõt</w:t>
            </w:r>
            <w:proofErr w:type="spellEnd"/>
            <w:r w:rsidR="00AD6D3A">
              <w:rPr>
                <w:bCs/>
                <w:sz w:val="20"/>
              </w:rPr>
              <w:t xml:space="preserve"> 5cm)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37AF" w14:textId="77777777" w:rsidR="001347C8" w:rsidRDefault="001347C8" w:rsidP="001347C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Tabel nr 2.1</w:t>
            </w:r>
          </w:p>
          <w:p w14:paraId="0A33EB0D" w14:textId="77777777" w:rsidR="00922484" w:rsidRPr="007A5755" w:rsidRDefault="001347C8" w:rsidP="001347C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palkidele</w:t>
            </w:r>
          </w:p>
        </w:tc>
      </w:tr>
      <w:tr w:rsidR="005253F3" w:rsidRPr="007A5755" w14:paraId="7907A849" w14:textId="77777777" w:rsidTr="00FA4F1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E3B5" w14:textId="77777777" w:rsidR="005253F3" w:rsidRPr="007A5755" w:rsidRDefault="007A5755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Männipaberipuit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73F6" w14:textId="1D53A3CC" w:rsidR="005253F3" w:rsidRPr="007A5755" w:rsidRDefault="00B9564E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7A5755">
              <w:rPr>
                <w:bCs/>
                <w:sz w:val="20"/>
              </w:rPr>
              <w:t>/</w:t>
            </w:r>
            <w:r w:rsidR="00967428">
              <w:rPr>
                <w:bCs/>
                <w:sz w:val="20"/>
              </w:rPr>
              <w:t>7</w:t>
            </w:r>
            <w:r w:rsidR="007A5755">
              <w:rPr>
                <w:bCs/>
                <w:sz w:val="20"/>
              </w:rPr>
              <w:t>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A313" w14:textId="65A55BB1" w:rsidR="005253F3" w:rsidRPr="007A5755" w:rsidRDefault="00967428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C95F" w14:textId="3957F483" w:rsidR="005253F3" w:rsidRDefault="005253F3" w:rsidP="00AD3838">
            <w:pPr>
              <w:rPr>
                <w:bCs/>
                <w:sz w:val="20"/>
              </w:rPr>
            </w:pPr>
            <w:r w:rsidRPr="007A5755">
              <w:rPr>
                <w:bCs/>
                <w:sz w:val="20"/>
              </w:rPr>
              <w:t xml:space="preserve">Tabel nr </w:t>
            </w:r>
            <w:r w:rsidR="007A5755">
              <w:rPr>
                <w:bCs/>
                <w:sz w:val="20"/>
              </w:rPr>
              <w:t>2.</w:t>
            </w:r>
            <w:r w:rsidR="00967428">
              <w:rPr>
                <w:bCs/>
                <w:sz w:val="20"/>
              </w:rPr>
              <w:t>4</w:t>
            </w:r>
          </w:p>
          <w:p w14:paraId="7D712790" w14:textId="77777777" w:rsidR="001347C8" w:rsidRPr="007A5755" w:rsidRDefault="001347C8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virnmaterjalidele</w:t>
            </w:r>
          </w:p>
        </w:tc>
      </w:tr>
    </w:tbl>
    <w:p w14:paraId="35CFE4CB" w14:textId="77777777" w:rsidR="005253F3" w:rsidRPr="007A5755" w:rsidRDefault="005253F3" w:rsidP="005655A4">
      <w:pPr>
        <w:rPr>
          <w:b/>
          <w:bCs/>
          <w:sz w:val="20"/>
        </w:rPr>
      </w:pPr>
    </w:p>
    <w:p w14:paraId="0389055C" w14:textId="77777777" w:rsidR="005253F3" w:rsidRPr="007A5755" w:rsidRDefault="005253F3" w:rsidP="001E23CC">
      <w:pPr>
        <w:rPr>
          <w:bCs/>
          <w:sz w:val="20"/>
        </w:rPr>
      </w:pPr>
      <w:r w:rsidRPr="007A5755">
        <w:rPr>
          <w:b/>
          <w:bCs/>
          <w:sz w:val="20"/>
        </w:rPr>
        <w:t>1.3.</w:t>
      </w:r>
      <w:r w:rsidRPr="007A5755">
        <w:rPr>
          <w:bCs/>
          <w:sz w:val="20"/>
        </w:rPr>
        <w:t xml:space="preserve"> Sätestamata kvaliteeditingimuste, kvaliteeti puudutavate mõistete ja definitsioonide osas juhinduvad Pooled RMK virnmaterjalide</w:t>
      </w:r>
      <w:r w:rsidR="00AD6D3A">
        <w:rPr>
          <w:bCs/>
          <w:sz w:val="20"/>
        </w:rPr>
        <w:t xml:space="preserve"> või RMK </w:t>
      </w:r>
      <w:r w:rsidR="00941E99">
        <w:rPr>
          <w:bCs/>
          <w:sz w:val="20"/>
        </w:rPr>
        <w:t>palkide standard</w:t>
      </w:r>
      <w:r w:rsidRPr="007A5755">
        <w:rPr>
          <w:bCs/>
          <w:sz w:val="20"/>
        </w:rPr>
        <w:t xml:space="preserve"> standardis sätestatust. Kõikidel nottidel koormas võib esineda lubatud piirides kahjustusi.</w:t>
      </w:r>
    </w:p>
    <w:p w14:paraId="3A9F4415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0B03B32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7FD54C9" w14:textId="77777777" w:rsidR="005253F3" w:rsidRPr="00330C91" w:rsidRDefault="005253F3" w:rsidP="00EB57EF">
      <w:pPr>
        <w:rPr>
          <w:b/>
          <w:sz w:val="20"/>
        </w:rPr>
      </w:pPr>
    </w:p>
    <w:p w14:paraId="3CAA6688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02C3C21" w14:textId="77777777" w:rsidR="005253F3" w:rsidRPr="00330C91" w:rsidRDefault="005253F3" w:rsidP="00EB57EF">
      <w:pPr>
        <w:rPr>
          <w:sz w:val="20"/>
        </w:rPr>
      </w:pPr>
    </w:p>
    <w:p w14:paraId="6C0BBE30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98C2F8D" w14:textId="77777777" w:rsidR="005253F3" w:rsidRPr="00330C91" w:rsidRDefault="005253F3" w:rsidP="00EB57EF">
      <w:pPr>
        <w:rPr>
          <w:i/>
          <w:sz w:val="20"/>
        </w:rPr>
      </w:pPr>
    </w:p>
    <w:p w14:paraId="3208EE4B" w14:textId="77777777" w:rsidR="00441023" w:rsidRPr="00441023" w:rsidRDefault="00441023" w:rsidP="00441023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Evald Lepik</w:t>
      </w:r>
    </w:p>
    <w:p w14:paraId="1BAA8452" w14:textId="77777777" w:rsidR="005253F3" w:rsidRPr="00330C91" w:rsidRDefault="005253F3" w:rsidP="00B30713">
      <w:pPr>
        <w:rPr>
          <w:b/>
          <w:sz w:val="20"/>
        </w:rPr>
      </w:pPr>
    </w:p>
    <w:p w14:paraId="77A305CB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0820DD50" w14:textId="77777777" w:rsidR="00967428" w:rsidRPr="00330C91" w:rsidRDefault="00967428" w:rsidP="0096742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Belander</w:t>
      </w:r>
      <w:proofErr w:type="spellEnd"/>
      <w:r>
        <w:rPr>
          <w:spacing w:val="0"/>
          <w:position w:val="0"/>
          <w:sz w:val="20"/>
        </w:rPr>
        <w:t xml:space="preserve"> Grupp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6FD702E7" w14:textId="77777777" w:rsidR="00967428" w:rsidRPr="00330C91" w:rsidRDefault="00967428" w:rsidP="0096742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69744A4" w14:textId="77777777" w:rsidR="00967428" w:rsidRPr="00330C91" w:rsidRDefault="00967428" w:rsidP="00967428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nr 3-3.6.1/2025/81</w:t>
      </w:r>
      <w:r w:rsidRPr="00330C91">
        <w:rPr>
          <w:spacing w:val="0"/>
          <w:position w:val="0"/>
          <w:sz w:val="20"/>
        </w:rPr>
        <w:t xml:space="preserve"> juurde</w:t>
      </w:r>
    </w:p>
    <w:p w14:paraId="1E142678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06149D11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5FDA55FD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5621A952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64698388" w14:textId="77777777" w:rsidR="005253F3" w:rsidRPr="00330C91" w:rsidRDefault="005253F3" w:rsidP="00B30713">
      <w:pPr>
        <w:rPr>
          <w:sz w:val="18"/>
          <w:szCs w:val="18"/>
        </w:rPr>
      </w:pPr>
    </w:p>
    <w:p w14:paraId="3EE7E2F4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60FA8FB8" w14:textId="77777777" w:rsidR="005253F3" w:rsidRPr="00330C91" w:rsidRDefault="005253F3" w:rsidP="005655A4">
      <w:pPr>
        <w:rPr>
          <w:b/>
          <w:sz w:val="18"/>
        </w:rPr>
      </w:pPr>
    </w:p>
    <w:p w14:paraId="076860F6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4A5C6C0C" w14:textId="77777777" w:rsidR="005253F3" w:rsidRDefault="005253F3" w:rsidP="005655A4">
      <w:pPr>
        <w:rPr>
          <w:bCs/>
          <w:sz w:val="20"/>
        </w:rPr>
      </w:pP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  <w:gridCol w:w="1585"/>
      </w:tblGrid>
      <w:tr w:rsidR="003961B0" w:rsidRPr="000921E3" w14:paraId="05918375" w14:textId="77777777" w:rsidTr="003961B0">
        <w:trPr>
          <w:trHeight w:val="2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9E86B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Sortiment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62577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Kvaliteet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822D7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Diameeter kooreta (cm)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7F6E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Pikkus ülemõõduta (dm)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E52F7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Hind  (€/m³)</w:t>
            </w:r>
          </w:p>
        </w:tc>
      </w:tr>
      <w:tr w:rsidR="003961B0" w14:paraId="158AEEB6" w14:textId="77777777" w:rsidTr="003961B0">
        <w:trPr>
          <w:trHeight w:val="2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CDC0C" w14:textId="50CE51EC" w:rsidR="003961B0" w:rsidRPr="003961B0" w:rsidRDefault="006525BA" w:rsidP="003961B0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Männipalk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28934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ABC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68FB7" w14:textId="1047D7D9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5-</w:t>
            </w:r>
            <w:r w:rsidR="002354FF">
              <w:rPr>
                <w:b/>
                <w:sz w:val="20"/>
              </w:rPr>
              <w:t>12,9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5B30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25-60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B1615" w14:textId="72389CF1" w:rsidR="003961B0" w:rsidRPr="003961B0" w:rsidRDefault="002354FF" w:rsidP="003961B0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</w:tr>
      <w:tr w:rsidR="003961B0" w14:paraId="3AFDD46D" w14:textId="77777777" w:rsidTr="003961B0">
        <w:trPr>
          <w:trHeight w:val="2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46FBF" w14:textId="4B5296F5" w:rsidR="003961B0" w:rsidRPr="003961B0" w:rsidRDefault="006525BA" w:rsidP="003961B0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Männipalk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FABA1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ABC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836FF" w14:textId="542945F6" w:rsidR="003961B0" w:rsidRPr="003961B0" w:rsidRDefault="002354FF" w:rsidP="003961B0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  <w:r w:rsidR="003961B0" w:rsidRPr="003961B0">
              <w:rPr>
                <w:b/>
                <w:sz w:val="20"/>
              </w:rPr>
              <w:t>-</w:t>
            </w:r>
            <w:r w:rsidR="004246AC">
              <w:rPr>
                <w:b/>
                <w:sz w:val="20"/>
              </w:rPr>
              <w:t>1</w:t>
            </w:r>
            <w:r w:rsidR="003961B0" w:rsidRPr="003961B0">
              <w:rPr>
                <w:b/>
                <w:sz w:val="20"/>
              </w:rPr>
              <w:t>9,9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CA0D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25-60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E2066" w14:textId="2D463420" w:rsidR="003961B0" w:rsidRPr="003961B0" w:rsidRDefault="002354FF" w:rsidP="003961B0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98</w:t>
            </w:r>
          </w:p>
        </w:tc>
      </w:tr>
      <w:tr w:rsidR="003961B0" w:rsidRPr="007434DD" w14:paraId="5AE5C4C0" w14:textId="77777777" w:rsidTr="003961B0">
        <w:trPr>
          <w:trHeight w:val="2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B3E9A" w14:textId="03F7312D" w:rsidR="003961B0" w:rsidRPr="003961B0" w:rsidRDefault="006525BA" w:rsidP="003961B0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Männip</w:t>
            </w:r>
            <w:r w:rsidR="002354FF">
              <w:rPr>
                <w:b/>
                <w:sz w:val="20"/>
              </w:rPr>
              <w:t>aberipuit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D6E17" w14:textId="3D263D53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54186" w14:textId="52F409BD" w:rsidR="003961B0" w:rsidRPr="003961B0" w:rsidRDefault="002354FF" w:rsidP="003961B0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5+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B00" w14:textId="01B85343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2</w:t>
            </w:r>
            <w:r w:rsidR="002354FF">
              <w:rPr>
                <w:b/>
                <w:sz w:val="20"/>
              </w:rPr>
              <w:t>7</w:t>
            </w:r>
            <w:r w:rsidRPr="003961B0">
              <w:rPr>
                <w:b/>
                <w:sz w:val="20"/>
              </w:rPr>
              <w:t>-</w:t>
            </w:r>
            <w:r w:rsidR="002354FF">
              <w:rPr>
                <w:b/>
                <w:sz w:val="20"/>
              </w:rPr>
              <w:t>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8B71E" w14:textId="0BB00D68" w:rsidR="003961B0" w:rsidRPr="003961B0" w:rsidRDefault="002354FF" w:rsidP="003961B0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</w:tr>
      <w:tr w:rsidR="003961B0" w14:paraId="3D4C06AF" w14:textId="77777777" w:rsidTr="003961B0">
        <w:trPr>
          <w:trHeight w:val="2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9E533" w14:textId="27540CE4" w:rsidR="003961B0" w:rsidRPr="003961B0" w:rsidRDefault="003961B0" w:rsidP="002354FF">
            <w:pPr>
              <w:ind w:right="-144"/>
              <w:rPr>
                <w:b/>
                <w:sz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A9B22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Praak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E5DBC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F533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181C4" w14:textId="77777777" w:rsidR="003961B0" w:rsidRPr="003961B0" w:rsidRDefault="003961B0" w:rsidP="003961B0">
            <w:pPr>
              <w:ind w:right="-144"/>
              <w:jc w:val="center"/>
              <w:rPr>
                <w:b/>
                <w:sz w:val="20"/>
              </w:rPr>
            </w:pPr>
            <w:r w:rsidRPr="003961B0">
              <w:rPr>
                <w:b/>
                <w:sz w:val="20"/>
              </w:rPr>
              <w:t>35</w:t>
            </w:r>
          </w:p>
        </w:tc>
      </w:tr>
    </w:tbl>
    <w:p w14:paraId="28A9302E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7DAA2EEC" w14:textId="1208A573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491907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04D70840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4864441C" w14:textId="0E436BDC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6525BA">
        <w:rPr>
          <w:bCs/>
          <w:sz w:val="20"/>
        </w:rPr>
        <w:t>1</w:t>
      </w:r>
      <w:r w:rsidR="00491907">
        <w:rPr>
          <w:bCs/>
          <w:sz w:val="20"/>
        </w:rPr>
        <w:t>2</w:t>
      </w:r>
      <w:r w:rsidR="00BF48EE">
        <w:rPr>
          <w:bCs/>
          <w:sz w:val="20"/>
        </w:rPr>
        <w:t>.0</w:t>
      </w:r>
      <w:r w:rsidR="00491907">
        <w:rPr>
          <w:bCs/>
          <w:sz w:val="20"/>
        </w:rPr>
        <w:t>3</w:t>
      </w:r>
      <w:r w:rsidR="005E77A9">
        <w:rPr>
          <w:bCs/>
          <w:sz w:val="20"/>
        </w:rPr>
        <w:t>.202</w:t>
      </w:r>
      <w:r w:rsidR="00491907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1347C8">
        <w:rPr>
          <w:bCs/>
          <w:sz w:val="20"/>
        </w:rPr>
        <w:t>3</w:t>
      </w:r>
      <w:r w:rsidR="006525BA">
        <w:rPr>
          <w:bCs/>
          <w:sz w:val="20"/>
        </w:rPr>
        <w:t>0</w:t>
      </w:r>
      <w:r w:rsidR="00941E99">
        <w:rPr>
          <w:bCs/>
          <w:sz w:val="20"/>
        </w:rPr>
        <w:t>.</w:t>
      </w:r>
      <w:r w:rsidR="006525BA">
        <w:rPr>
          <w:bCs/>
          <w:sz w:val="20"/>
        </w:rPr>
        <w:t>06</w:t>
      </w:r>
      <w:r w:rsidR="001347C8">
        <w:rPr>
          <w:bCs/>
          <w:sz w:val="20"/>
        </w:rPr>
        <w:t>.202</w:t>
      </w:r>
      <w:r w:rsidR="00491907">
        <w:rPr>
          <w:bCs/>
          <w:sz w:val="20"/>
        </w:rPr>
        <w:t>5</w:t>
      </w:r>
    </w:p>
    <w:p w14:paraId="4995BD3D" w14:textId="77777777" w:rsidR="005253F3" w:rsidRPr="00330C91" w:rsidRDefault="005253F3" w:rsidP="00B30713">
      <w:pPr>
        <w:rPr>
          <w:b/>
          <w:sz w:val="20"/>
        </w:rPr>
      </w:pPr>
    </w:p>
    <w:p w14:paraId="1089A98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C3A3847" w14:textId="77777777" w:rsidR="005253F3" w:rsidRPr="00330C91" w:rsidRDefault="005253F3" w:rsidP="00EB57EF">
      <w:pPr>
        <w:rPr>
          <w:sz w:val="20"/>
        </w:rPr>
      </w:pPr>
    </w:p>
    <w:p w14:paraId="308DBC28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878257E" w14:textId="77777777" w:rsidR="005253F3" w:rsidRPr="00330C91" w:rsidRDefault="005253F3" w:rsidP="00EB57EF">
      <w:pPr>
        <w:rPr>
          <w:sz w:val="20"/>
        </w:rPr>
      </w:pPr>
    </w:p>
    <w:p w14:paraId="4443403E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630472D2" w14:textId="77777777" w:rsidR="005253F3" w:rsidRPr="00330C91" w:rsidRDefault="005253F3" w:rsidP="00EB57EF">
      <w:pPr>
        <w:rPr>
          <w:sz w:val="20"/>
        </w:rPr>
      </w:pPr>
    </w:p>
    <w:p w14:paraId="3CB5DC7F" w14:textId="77777777" w:rsidR="00441023" w:rsidRPr="00441023" w:rsidRDefault="00441023" w:rsidP="00441023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Evald Lepik</w:t>
      </w:r>
    </w:p>
    <w:p w14:paraId="27D8D7CB" w14:textId="77777777" w:rsidR="005253F3" w:rsidRPr="00EB57EF" w:rsidRDefault="005253F3" w:rsidP="00441023">
      <w:pPr>
        <w:rPr>
          <w:i/>
          <w:sz w:val="20"/>
        </w:rPr>
      </w:pPr>
    </w:p>
    <w:sectPr w:rsidR="005253F3" w:rsidRPr="00EB57EF" w:rsidSect="00B923F1">
      <w:headerReference w:type="default" r:id="rId7"/>
      <w:headerReference w:type="firs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A99F7" w14:textId="77777777" w:rsidR="00121CB8" w:rsidRDefault="00121CB8">
      <w:r>
        <w:separator/>
      </w:r>
    </w:p>
  </w:endnote>
  <w:endnote w:type="continuationSeparator" w:id="0">
    <w:p w14:paraId="32EC2001" w14:textId="77777777" w:rsidR="00121CB8" w:rsidRDefault="0012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3544E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E07D7" w14:textId="77777777" w:rsidR="00121CB8" w:rsidRDefault="00121CB8">
      <w:r>
        <w:separator/>
      </w:r>
    </w:p>
  </w:footnote>
  <w:footnote w:type="continuationSeparator" w:id="0">
    <w:p w14:paraId="73C24323" w14:textId="77777777" w:rsidR="00121CB8" w:rsidRDefault="00121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11184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5E77A9">
      <w:rPr>
        <w:noProof/>
        <w:spacing w:val="0"/>
        <w:position w:val="0"/>
        <w:sz w:val="20"/>
      </w:rPr>
      <w:t>5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6609B76A" w14:textId="39761D19" w:rsidR="003C047F" w:rsidRPr="00E144F2" w:rsidRDefault="003C047F" w:rsidP="006525BA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7BB61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3365276">
    <w:abstractNumId w:val="0"/>
  </w:num>
  <w:num w:numId="2" w16cid:durableId="997269827">
    <w:abstractNumId w:val="6"/>
  </w:num>
  <w:num w:numId="3" w16cid:durableId="1812360116">
    <w:abstractNumId w:val="5"/>
  </w:num>
  <w:num w:numId="4" w16cid:durableId="539786525">
    <w:abstractNumId w:val="8"/>
  </w:num>
  <w:num w:numId="5" w16cid:durableId="243345261">
    <w:abstractNumId w:val="9"/>
  </w:num>
  <w:num w:numId="6" w16cid:durableId="985015762">
    <w:abstractNumId w:val="10"/>
  </w:num>
  <w:num w:numId="7" w16cid:durableId="1848016733">
    <w:abstractNumId w:val="11"/>
  </w:num>
  <w:num w:numId="8" w16cid:durableId="217664486">
    <w:abstractNumId w:val="3"/>
  </w:num>
  <w:num w:numId="9" w16cid:durableId="250965890">
    <w:abstractNumId w:val="4"/>
  </w:num>
  <w:num w:numId="10" w16cid:durableId="2044554740">
    <w:abstractNumId w:val="1"/>
  </w:num>
  <w:num w:numId="11" w16cid:durableId="1025591982">
    <w:abstractNumId w:val="2"/>
  </w:num>
  <w:num w:numId="12" w16cid:durableId="91281199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0E1"/>
    <w:rsid w:val="00003CCC"/>
    <w:rsid w:val="00004149"/>
    <w:rsid w:val="000043BD"/>
    <w:rsid w:val="00005090"/>
    <w:rsid w:val="0001148D"/>
    <w:rsid w:val="000114BF"/>
    <w:rsid w:val="00012D8E"/>
    <w:rsid w:val="00020305"/>
    <w:rsid w:val="00025146"/>
    <w:rsid w:val="000314C3"/>
    <w:rsid w:val="00034080"/>
    <w:rsid w:val="00035B26"/>
    <w:rsid w:val="00042140"/>
    <w:rsid w:val="0004317E"/>
    <w:rsid w:val="000455E3"/>
    <w:rsid w:val="000542FB"/>
    <w:rsid w:val="0005446F"/>
    <w:rsid w:val="0005656E"/>
    <w:rsid w:val="000610EB"/>
    <w:rsid w:val="000619BA"/>
    <w:rsid w:val="00063E4E"/>
    <w:rsid w:val="00063F19"/>
    <w:rsid w:val="00064CAF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47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2FAC"/>
    <w:rsid w:val="000E3545"/>
    <w:rsid w:val="000E4E06"/>
    <w:rsid w:val="000E6098"/>
    <w:rsid w:val="000F4314"/>
    <w:rsid w:val="000F6C46"/>
    <w:rsid w:val="001040E1"/>
    <w:rsid w:val="00106A8F"/>
    <w:rsid w:val="001073C0"/>
    <w:rsid w:val="00111D72"/>
    <w:rsid w:val="0011431B"/>
    <w:rsid w:val="00120B0E"/>
    <w:rsid w:val="00121CB8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47C8"/>
    <w:rsid w:val="0013656B"/>
    <w:rsid w:val="00140348"/>
    <w:rsid w:val="001442D4"/>
    <w:rsid w:val="00147BDF"/>
    <w:rsid w:val="00151D79"/>
    <w:rsid w:val="00152C0E"/>
    <w:rsid w:val="00153862"/>
    <w:rsid w:val="00157357"/>
    <w:rsid w:val="00157D40"/>
    <w:rsid w:val="00165381"/>
    <w:rsid w:val="00173E49"/>
    <w:rsid w:val="00183D82"/>
    <w:rsid w:val="00194AEE"/>
    <w:rsid w:val="001968B0"/>
    <w:rsid w:val="001A043B"/>
    <w:rsid w:val="001A4374"/>
    <w:rsid w:val="001A6728"/>
    <w:rsid w:val="001B1F4C"/>
    <w:rsid w:val="001C037C"/>
    <w:rsid w:val="001C5A75"/>
    <w:rsid w:val="001C6234"/>
    <w:rsid w:val="001C73D4"/>
    <w:rsid w:val="001D2CCB"/>
    <w:rsid w:val="001D5255"/>
    <w:rsid w:val="001D7A1C"/>
    <w:rsid w:val="001D7F31"/>
    <w:rsid w:val="001E00A9"/>
    <w:rsid w:val="001E23CC"/>
    <w:rsid w:val="001E2EBE"/>
    <w:rsid w:val="001E33A3"/>
    <w:rsid w:val="001F2AA7"/>
    <w:rsid w:val="001F424D"/>
    <w:rsid w:val="001F5D9F"/>
    <w:rsid w:val="0020319C"/>
    <w:rsid w:val="0021202D"/>
    <w:rsid w:val="00212CA7"/>
    <w:rsid w:val="00216D5C"/>
    <w:rsid w:val="00226AB7"/>
    <w:rsid w:val="002354FF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FA8"/>
    <w:rsid w:val="002A1CCF"/>
    <w:rsid w:val="002A3541"/>
    <w:rsid w:val="002A5316"/>
    <w:rsid w:val="002A60A1"/>
    <w:rsid w:val="002B3228"/>
    <w:rsid w:val="002B7FE7"/>
    <w:rsid w:val="002C2796"/>
    <w:rsid w:val="002C28C5"/>
    <w:rsid w:val="002C3086"/>
    <w:rsid w:val="002C3FC8"/>
    <w:rsid w:val="002D6E2B"/>
    <w:rsid w:val="002E0A02"/>
    <w:rsid w:val="002E1392"/>
    <w:rsid w:val="002E6FB9"/>
    <w:rsid w:val="002F1618"/>
    <w:rsid w:val="002F3C88"/>
    <w:rsid w:val="002F6AF8"/>
    <w:rsid w:val="00312D5E"/>
    <w:rsid w:val="00314AD1"/>
    <w:rsid w:val="00322740"/>
    <w:rsid w:val="003305F9"/>
    <w:rsid w:val="00330C91"/>
    <w:rsid w:val="003311F0"/>
    <w:rsid w:val="00340133"/>
    <w:rsid w:val="003415B9"/>
    <w:rsid w:val="003470C4"/>
    <w:rsid w:val="003502BF"/>
    <w:rsid w:val="00350BD3"/>
    <w:rsid w:val="00351B08"/>
    <w:rsid w:val="00353A37"/>
    <w:rsid w:val="0035572E"/>
    <w:rsid w:val="0035758D"/>
    <w:rsid w:val="00357705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2717"/>
    <w:rsid w:val="00394724"/>
    <w:rsid w:val="003961B0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3F7D44"/>
    <w:rsid w:val="00402F9C"/>
    <w:rsid w:val="0040510B"/>
    <w:rsid w:val="00405AB4"/>
    <w:rsid w:val="00413CE1"/>
    <w:rsid w:val="00424446"/>
    <w:rsid w:val="004246AC"/>
    <w:rsid w:val="004267A0"/>
    <w:rsid w:val="00426AC7"/>
    <w:rsid w:val="00437D16"/>
    <w:rsid w:val="00440978"/>
    <w:rsid w:val="00441023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7E5D"/>
    <w:rsid w:val="00491907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E4DFC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655A4"/>
    <w:rsid w:val="00566DA4"/>
    <w:rsid w:val="00574248"/>
    <w:rsid w:val="0058348A"/>
    <w:rsid w:val="0059149C"/>
    <w:rsid w:val="005A23F1"/>
    <w:rsid w:val="005A3544"/>
    <w:rsid w:val="005A432C"/>
    <w:rsid w:val="005A6DC6"/>
    <w:rsid w:val="005B0F9F"/>
    <w:rsid w:val="005B1EE6"/>
    <w:rsid w:val="005B20F3"/>
    <w:rsid w:val="005B3CB3"/>
    <w:rsid w:val="005B7099"/>
    <w:rsid w:val="005C0954"/>
    <w:rsid w:val="005C0CA3"/>
    <w:rsid w:val="005C0F01"/>
    <w:rsid w:val="005C3257"/>
    <w:rsid w:val="005D1A1E"/>
    <w:rsid w:val="005D229E"/>
    <w:rsid w:val="005D281D"/>
    <w:rsid w:val="005D3B02"/>
    <w:rsid w:val="005D6D69"/>
    <w:rsid w:val="005E216A"/>
    <w:rsid w:val="005E37F8"/>
    <w:rsid w:val="005E756B"/>
    <w:rsid w:val="005E77A9"/>
    <w:rsid w:val="005F1009"/>
    <w:rsid w:val="00605364"/>
    <w:rsid w:val="0060643C"/>
    <w:rsid w:val="0060681C"/>
    <w:rsid w:val="00607A95"/>
    <w:rsid w:val="00607E5E"/>
    <w:rsid w:val="006111F1"/>
    <w:rsid w:val="00613B6A"/>
    <w:rsid w:val="006202B1"/>
    <w:rsid w:val="00621A7E"/>
    <w:rsid w:val="00622151"/>
    <w:rsid w:val="00622746"/>
    <w:rsid w:val="006277C4"/>
    <w:rsid w:val="0063210F"/>
    <w:rsid w:val="0063661A"/>
    <w:rsid w:val="006371FC"/>
    <w:rsid w:val="00646F93"/>
    <w:rsid w:val="00650126"/>
    <w:rsid w:val="006515CB"/>
    <w:rsid w:val="006525BA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3F3D"/>
    <w:rsid w:val="00756890"/>
    <w:rsid w:val="00756B87"/>
    <w:rsid w:val="00775310"/>
    <w:rsid w:val="00783E8B"/>
    <w:rsid w:val="00790A0C"/>
    <w:rsid w:val="00791078"/>
    <w:rsid w:val="00793C6F"/>
    <w:rsid w:val="00794319"/>
    <w:rsid w:val="00797563"/>
    <w:rsid w:val="007A19D4"/>
    <w:rsid w:val="007A2327"/>
    <w:rsid w:val="007A5755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5727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7283"/>
    <w:rsid w:val="0091010D"/>
    <w:rsid w:val="00916207"/>
    <w:rsid w:val="0092133E"/>
    <w:rsid w:val="00922484"/>
    <w:rsid w:val="00925BC2"/>
    <w:rsid w:val="00930C5E"/>
    <w:rsid w:val="00933C09"/>
    <w:rsid w:val="009349BC"/>
    <w:rsid w:val="0093627A"/>
    <w:rsid w:val="00941E99"/>
    <w:rsid w:val="0095262F"/>
    <w:rsid w:val="00960CAC"/>
    <w:rsid w:val="0096632D"/>
    <w:rsid w:val="00967428"/>
    <w:rsid w:val="00971BD0"/>
    <w:rsid w:val="0097563D"/>
    <w:rsid w:val="00982697"/>
    <w:rsid w:val="00983745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E7C1E"/>
    <w:rsid w:val="009F3037"/>
    <w:rsid w:val="009F49BF"/>
    <w:rsid w:val="00A017B4"/>
    <w:rsid w:val="00A02BAC"/>
    <w:rsid w:val="00A111CB"/>
    <w:rsid w:val="00A116B3"/>
    <w:rsid w:val="00A11DA6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6229B"/>
    <w:rsid w:val="00A624A3"/>
    <w:rsid w:val="00A63F9D"/>
    <w:rsid w:val="00A67C68"/>
    <w:rsid w:val="00A72A8F"/>
    <w:rsid w:val="00A74DFE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D6D3A"/>
    <w:rsid w:val="00AF495D"/>
    <w:rsid w:val="00AF54A5"/>
    <w:rsid w:val="00B02924"/>
    <w:rsid w:val="00B072F1"/>
    <w:rsid w:val="00B10BC9"/>
    <w:rsid w:val="00B14D78"/>
    <w:rsid w:val="00B30713"/>
    <w:rsid w:val="00B37621"/>
    <w:rsid w:val="00B443E1"/>
    <w:rsid w:val="00B462ED"/>
    <w:rsid w:val="00B602BD"/>
    <w:rsid w:val="00B655F6"/>
    <w:rsid w:val="00B67410"/>
    <w:rsid w:val="00B67DA4"/>
    <w:rsid w:val="00B726B4"/>
    <w:rsid w:val="00B80F7D"/>
    <w:rsid w:val="00B818AF"/>
    <w:rsid w:val="00B826AF"/>
    <w:rsid w:val="00B8365C"/>
    <w:rsid w:val="00B8580F"/>
    <w:rsid w:val="00B85B2C"/>
    <w:rsid w:val="00B86228"/>
    <w:rsid w:val="00B923F1"/>
    <w:rsid w:val="00B92894"/>
    <w:rsid w:val="00B92EC0"/>
    <w:rsid w:val="00B942D7"/>
    <w:rsid w:val="00B9564E"/>
    <w:rsid w:val="00BA549B"/>
    <w:rsid w:val="00BB2B18"/>
    <w:rsid w:val="00BC181B"/>
    <w:rsid w:val="00BD38F6"/>
    <w:rsid w:val="00BD65AC"/>
    <w:rsid w:val="00BD6882"/>
    <w:rsid w:val="00BD7940"/>
    <w:rsid w:val="00BE2109"/>
    <w:rsid w:val="00BE22E8"/>
    <w:rsid w:val="00BE2301"/>
    <w:rsid w:val="00BE24A8"/>
    <w:rsid w:val="00BE36AC"/>
    <w:rsid w:val="00BE3B42"/>
    <w:rsid w:val="00BE6987"/>
    <w:rsid w:val="00BF2FD7"/>
    <w:rsid w:val="00BF48EE"/>
    <w:rsid w:val="00C00716"/>
    <w:rsid w:val="00C01B1A"/>
    <w:rsid w:val="00C02473"/>
    <w:rsid w:val="00C04F31"/>
    <w:rsid w:val="00C06DF1"/>
    <w:rsid w:val="00C136E3"/>
    <w:rsid w:val="00C15F26"/>
    <w:rsid w:val="00C20CC4"/>
    <w:rsid w:val="00C21A36"/>
    <w:rsid w:val="00C22DE9"/>
    <w:rsid w:val="00C230E1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46148"/>
    <w:rsid w:val="00C547BC"/>
    <w:rsid w:val="00C56AE9"/>
    <w:rsid w:val="00C6416D"/>
    <w:rsid w:val="00C64B18"/>
    <w:rsid w:val="00C679DE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B26"/>
    <w:rsid w:val="00CB0FFB"/>
    <w:rsid w:val="00CC7DA1"/>
    <w:rsid w:val="00CD0651"/>
    <w:rsid w:val="00CD2AED"/>
    <w:rsid w:val="00CD396D"/>
    <w:rsid w:val="00CE0995"/>
    <w:rsid w:val="00CE0D64"/>
    <w:rsid w:val="00CE3708"/>
    <w:rsid w:val="00CE7437"/>
    <w:rsid w:val="00D00D20"/>
    <w:rsid w:val="00D02387"/>
    <w:rsid w:val="00D12D1A"/>
    <w:rsid w:val="00D13208"/>
    <w:rsid w:val="00D14105"/>
    <w:rsid w:val="00D17975"/>
    <w:rsid w:val="00D21C46"/>
    <w:rsid w:val="00D2449F"/>
    <w:rsid w:val="00D24747"/>
    <w:rsid w:val="00D24A4E"/>
    <w:rsid w:val="00D2560A"/>
    <w:rsid w:val="00D2770C"/>
    <w:rsid w:val="00D27BC9"/>
    <w:rsid w:val="00D31A7F"/>
    <w:rsid w:val="00D41F11"/>
    <w:rsid w:val="00D428D7"/>
    <w:rsid w:val="00D42A42"/>
    <w:rsid w:val="00D43C66"/>
    <w:rsid w:val="00D514A5"/>
    <w:rsid w:val="00D521FD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15F3"/>
    <w:rsid w:val="00DD5220"/>
    <w:rsid w:val="00DD66DA"/>
    <w:rsid w:val="00DE4FBF"/>
    <w:rsid w:val="00DE6326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2964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D071D"/>
    <w:rsid w:val="00ED29A4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2B7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87F91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2FF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C585960"/>
  <w15:docId w15:val="{5CE1372B-0E80-4E50-927B-22D0C652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customStyle="1" w:styleId="Default">
    <w:name w:val="Default"/>
    <w:rsid w:val="002A60A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UNPAFGG1\m&#252;&#252;gilepingu%20vorm%2004%2002%2013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müügilepingu vorm 04 02 13.dot</Template>
  <TotalTime>22</TotalTime>
  <Pages>3</Pages>
  <Words>391</Words>
  <Characters>2967</Characters>
  <Application>Microsoft Office Word</Application>
  <DocSecurity>0</DocSecurity>
  <Lines>24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3352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10</cp:revision>
  <cp:lastPrinted>2011-09-19T09:13:00Z</cp:lastPrinted>
  <dcterms:created xsi:type="dcterms:W3CDTF">2025-03-11T13:12:00Z</dcterms:created>
  <dcterms:modified xsi:type="dcterms:W3CDTF">2025-03-12T09:22:00Z</dcterms:modified>
</cp:coreProperties>
</file>